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28699" w14:textId="74F7144A" w:rsidR="006E5D65" w:rsidRPr="005468F9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468F9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468F9">
        <w:rPr>
          <w:rFonts w:ascii="Corbel" w:hAnsi="Corbel"/>
          <w:b/>
          <w:bCs/>
          <w:sz w:val="24"/>
          <w:szCs w:val="24"/>
        </w:rPr>
        <w:tab/>
      </w:r>
      <w:r w:rsidR="00CD6897" w:rsidRPr="005468F9">
        <w:rPr>
          <w:rFonts w:ascii="Corbel" w:hAnsi="Corbel"/>
          <w:b/>
          <w:bCs/>
          <w:sz w:val="24"/>
          <w:szCs w:val="24"/>
        </w:rPr>
        <w:tab/>
      </w:r>
      <w:r w:rsidR="00CD6897" w:rsidRPr="005468F9">
        <w:rPr>
          <w:rFonts w:ascii="Corbel" w:hAnsi="Corbel"/>
          <w:b/>
          <w:bCs/>
          <w:sz w:val="24"/>
          <w:szCs w:val="24"/>
        </w:rPr>
        <w:tab/>
      </w:r>
      <w:r w:rsidR="00CD6897" w:rsidRPr="005468F9">
        <w:rPr>
          <w:rFonts w:ascii="Corbel" w:hAnsi="Corbel"/>
          <w:b/>
          <w:bCs/>
          <w:sz w:val="24"/>
          <w:szCs w:val="24"/>
        </w:rPr>
        <w:tab/>
      </w:r>
      <w:r w:rsidR="00CD6897" w:rsidRPr="005468F9">
        <w:rPr>
          <w:rFonts w:ascii="Corbel" w:hAnsi="Corbel"/>
          <w:b/>
          <w:bCs/>
          <w:sz w:val="24"/>
          <w:szCs w:val="24"/>
        </w:rPr>
        <w:tab/>
      </w:r>
      <w:r w:rsidR="00D8678B" w:rsidRPr="005468F9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468F9">
        <w:rPr>
          <w:rFonts w:ascii="Corbel" w:hAnsi="Corbel"/>
          <w:bCs/>
          <w:i/>
          <w:sz w:val="24"/>
          <w:szCs w:val="24"/>
        </w:rPr>
        <w:t>1.5</w:t>
      </w:r>
      <w:r w:rsidR="00D8678B" w:rsidRPr="005468F9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468F9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5468F9">
        <w:rPr>
          <w:rFonts w:ascii="Corbel" w:hAnsi="Corbel"/>
          <w:bCs/>
          <w:i/>
          <w:sz w:val="24"/>
          <w:szCs w:val="24"/>
        </w:rPr>
        <w:t xml:space="preserve"> nr </w:t>
      </w:r>
      <w:r w:rsidR="005468F9">
        <w:rPr>
          <w:rFonts w:ascii="Corbel" w:hAnsi="Corbel"/>
          <w:bCs/>
          <w:i/>
          <w:sz w:val="24"/>
          <w:szCs w:val="24"/>
        </w:rPr>
        <w:t>7</w:t>
      </w:r>
      <w:r w:rsidR="00F17567" w:rsidRPr="005468F9">
        <w:rPr>
          <w:rFonts w:ascii="Corbel" w:hAnsi="Corbel"/>
          <w:bCs/>
          <w:i/>
          <w:sz w:val="24"/>
          <w:szCs w:val="24"/>
        </w:rPr>
        <w:t>/20</w:t>
      </w:r>
      <w:r w:rsidR="005468F9">
        <w:rPr>
          <w:rFonts w:ascii="Corbel" w:hAnsi="Corbel"/>
          <w:bCs/>
          <w:i/>
          <w:sz w:val="24"/>
          <w:szCs w:val="24"/>
        </w:rPr>
        <w:t>23</w:t>
      </w:r>
    </w:p>
    <w:p w14:paraId="43E23F8C" w14:textId="77777777" w:rsidR="0085747A" w:rsidRPr="005468F9" w:rsidRDefault="0085747A" w:rsidP="00E95A1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468F9">
        <w:rPr>
          <w:rFonts w:ascii="Corbel" w:hAnsi="Corbel"/>
          <w:b/>
          <w:smallCaps/>
          <w:sz w:val="24"/>
          <w:szCs w:val="24"/>
        </w:rPr>
        <w:t>SYLABUS</w:t>
      </w:r>
    </w:p>
    <w:p w14:paraId="59ACBEE4" w14:textId="7BF64DB2" w:rsidR="0085747A" w:rsidRPr="005468F9" w:rsidRDefault="0071620A" w:rsidP="00E95A1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468F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468F9">
        <w:rPr>
          <w:rFonts w:ascii="Corbel" w:hAnsi="Corbel"/>
          <w:b/>
          <w:smallCaps/>
          <w:sz w:val="24"/>
          <w:szCs w:val="24"/>
        </w:rPr>
        <w:t xml:space="preserve">  </w:t>
      </w:r>
      <w:r w:rsidR="00157C35" w:rsidRPr="005468F9">
        <w:rPr>
          <w:rFonts w:ascii="Corbel" w:hAnsi="Corbel"/>
          <w:b/>
          <w:smallCaps/>
          <w:sz w:val="24"/>
          <w:szCs w:val="24"/>
        </w:rPr>
        <w:t>202</w:t>
      </w:r>
      <w:r w:rsidR="005468F9">
        <w:rPr>
          <w:rFonts w:ascii="Corbel" w:hAnsi="Corbel"/>
          <w:b/>
          <w:smallCaps/>
          <w:sz w:val="24"/>
          <w:szCs w:val="24"/>
        </w:rPr>
        <w:t>4</w:t>
      </w:r>
      <w:r w:rsidR="00157C35" w:rsidRPr="005468F9">
        <w:rPr>
          <w:rFonts w:ascii="Corbel" w:hAnsi="Corbel"/>
          <w:b/>
          <w:smallCaps/>
          <w:sz w:val="24"/>
          <w:szCs w:val="24"/>
        </w:rPr>
        <w:t>-202</w:t>
      </w:r>
      <w:r w:rsidR="005468F9">
        <w:rPr>
          <w:rFonts w:ascii="Corbel" w:hAnsi="Corbel"/>
          <w:b/>
          <w:smallCaps/>
          <w:sz w:val="24"/>
          <w:szCs w:val="24"/>
        </w:rPr>
        <w:t>9</w:t>
      </w:r>
    </w:p>
    <w:p w14:paraId="4342D492" w14:textId="77777777" w:rsidR="001D1082" w:rsidRDefault="001D1082" w:rsidP="00E95A1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</w:p>
    <w:p w14:paraId="2A04A4EC" w14:textId="49010160" w:rsidR="00445970" w:rsidRPr="00515758" w:rsidRDefault="00445970" w:rsidP="00E95A1B">
      <w:pPr>
        <w:spacing w:after="0" w:line="240" w:lineRule="exact"/>
        <w:jc w:val="center"/>
        <w:rPr>
          <w:rFonts w:ascii="Corbel" w:hAnsi="Corbel"/>
        </w:rPr>
      </w:pPr>
      <w:r w:rsidRPr="00515758">
        <w:rPr>
          <w:rFonts w:ascii="Corbel" w:hAnsi="Corbel"/>
        </w:rPr>
        <w:t xml:space="preserve">Rok akademicki </w:t>
      </w:r>
      <w:r w:rsidR="00157C35" w:rsidRPr="00515758">
        <w:rPr>
          <w:rFonts w:ascii="Corbel" w:hAnsi="Corbel"/>
        </w:rPr>
        <w:t>202</w:t>
      </w:r>
      <w:r w:rsidR="005468F9" w:rsidRPr="00515758">
        <w:rPr>
          <w:rFonts w:ascii="Corbel" w:hAnsi="Corbel"/>
        </w:rPr>
        <w:t>8</w:t>
      </w:r>
      <w:r w:rsidR="00157C35" w:rsidRPr="00515758">
        <w:rPr>
          <w:rFonts w:ascii="Corbel" w:hAnsi="Corbel"/>
        </w:rPr>
        <w:t>-202</w:t>
      </w:r>
      <w:r w:rsidR="005468F9" w:rsidRPr="00515758">
        <w:rPr>
          <w:rFonts w:ascii="Corbel" w:hAnsi="Corbel"/>
        </w:rPr>
        <w:t>9</w:t>
      </w:r>
    </w:p>
    <w:p w14:paraId="0F37BD91" w14:textId="77777777" w:rsidR="0085747A" w:rsidRPr="005468F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701042" w14:textId="77777777" w:rsidR="0085747A" w:rsidRPr="005468F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468F9">
        <w:rPr>
          <w:rFonts w:ascii="Corbel" w:hAnsi="Corbel"/>
          <w:szCs w:val="24"/>
        </w:rPr>
        <w:t xml:space="preserve">1. </w:t>
      </w:r>
      <w:r w:rsidR="0085747A" w:rsidRPr="005468F9">
        <w:rPr>
          <w:rFonts w:ascii="Corbel" w:hAnsi="Corbel"/>
          <w:szCs w:val="24"/>
        </w:rPr>
        <w:t xml:space="preserve">Podstawowe </w:t>
      </w:r>
      <w:r w:rsidR="00445970" w:rsidRPr="005468F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468F9" w14:paraId="2C2C54B5" w14:textId="77777777" w:rsidTr="00157C35">
        <w:tc>
          <w:tcPr>
            <w:tcW w:w="2694" w:type="dxa"/>
            <w:vAlign w:val="center"/>
          </w:tcPr>
          <w:p w14:paraId="2E2C90BD" w14:textId="77777777" w:rsidR="0085747A" w:rsidRPr="005468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B9778D" w14:textId="34BCF25C" w:rsidR="0085747A" w:rsidRPr="005468F9" w:rsidRDefault="004722E1" w:rsidP="00AC7277">
            <w:pPr>
              <w:spacing w:after="0"/>
              <w:rPr>
                <w:rFonts w:ascii="Corbel" w:hAnsi="Corbel"/>
                <w:b/>
                <w:bCs/>
                <w:color w:val="000000"/>
                <w:sz w:val="20"/>
                <w:szCs w:val="20"/>
              </w:rPr>
            </w:pPr>
            <w:r w:rsidRPr="005468F9">
              <w:rPr>
                <w:rFonts w:ascii="Corbel" w:hAnsi="Corbel"/>
                <w:b/>
                <w:bCs/>
                <w:sz w:val="24"/>
                <w:szCs w:val="24"/>
              </w:rPr>
              <w:t>Terapia poznawczo-behawioralna zaburzeń lękowych dzieci i</w:t>
            </w:r>
            <w:r w:rsidR="008954FD" w:rsidRPr="005468F9">
              <w:rPr>
                <w:rFonts w:ascii="Corbel" w:hAnsi="Corbel"/>
                <w:b/>
                <w:bCs/>
                <w:sz w:val="24"/>
                <w:szCs w:val="24"/>
              </w:rPr>
              <w:t> </w:t>
            </w:r>
            <w:r w:rsidRPr="005468F9">
              <w:rPr>
                <w:rFonts w:ascii="Corbel" w:hAnsi="Corbel"/>
                <w:b/>
                <w:bCs/>
                <w:sz w:val="24"/>
                <w:szCs w:val="24"/>
              </w:rPr>
              <w:t>młodzieży</w:t>
            </w:r>
          </w:p>
        </w:tc>
      </w:tr>
      <w:tr w:rsidR="0085747A" w:rsidRPr="005468F9" w14:paraId="5162ECD8" w14:textId="77777777" w:rsidTr="00157C35">
        <w:tc>
          <w:tcPr>
            <w:tcW w:w="2694" w:type="dxa"/>
            <w:vAlign w:val="center"/>
          </w:tcPr>
          <w:p w14:paraId="3BBA8097" w14:textId="77777777" w:rsidR="0085747A" w:rsidRPr="005468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468F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CE3FCB7" w14:textId="77777777" w:rsidR="0085747A" w:rsidRPr="005468F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57C35" w:rsidRPr="005468F9" w14:paraId="50CEB8DF" w14:textId="77777777" w:rsidTr="00157C35">
        <w:tc>
          <w:tcPr>
            <w:tcW w:w="2694" w:type="dxa"/>
            <w:vAlign w:val="center"/>
          </w:tcPr>
          <w:p w14:paraId="5B24F7C1" w14:textId="77777777" w:rsidR="00157C35" w:rsidRPr="005468F9" w:rsidRDefault="00157C35" w:rsidP="00157C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441866C" w14:textId="7333E0F7" w:rsidR="00157C35" w:rsidRPr="005468F9" w:rsidRDefault="00157C35" w:rsidP="00157C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68F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57C35" w:rsidRPr="005468F9" w14:paraId="010E2BD7" w14:textId="77777777" w:rsidTr="00157C35">
        <w:tc>
          <w:tcPr>
            <w:tcW w:w="2694" w:type="dxa"/>
            <w:vAlign w:val="center"/>
          </w:tcPr>
          <w:p w14:paraId="25972279" w14:textId="77777777" w:rsidR="00157C35" w:rsidRPr="005468F9" w:rsidRDefault="00157C35" w:rsidP="00157C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123F2B" w14:textId="64D5DDBB" w:rsidR="00157C35" w:rsidRPr="005468F9" w:rsidRDefault="002B0117" w:rsidP="00157C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68F9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5468F9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157C35" w:rsidRPr="005468F9" w14:paraId="4F93684F" w14:textId="77777777" w:rsidTr="00157C35">
        <w:tc>
          <w:tcPr>
            <w:tcW w:w="2694" w:type="dxa"/>
            <w:vAlign w:val="center"/>
          </w:tcPr>
          <w:p w14:paraId="17B49B11" w14:textId="77777777" w:rsidR="00157C35" w:rsidRPr="005468F9" w:rsidRDefault="00157C35" w:rsidP="00157C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ADAB5B" w14:textId="3C31A0B3" w:rsidR="00157C35" w:rsidRPr="005468F9" w:rsidRDefault="00157C35" w:rsidP="00157C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68F9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157C35" w:rsidRPr="005468F9" w14:paraId="5DADD38D" w14:textId="77777777" w:rsidTr="00157C35">
        <w:tc>
          <w:tcPr>
            <w:tcW w:w="2694" w:type="dxa"/>
            <w:vAlign w:val="center"/>
          </w:tcPr>
          <w:p w14:paraId="65158144" w14:textId="77777777" w:rsidR="00157C35" w:rsidRPr="005468F9" w:rsidRDefault="00157C35" w:rsidP="00157C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CF8B4" w14:textId="56EECCCA" w:rsidR="00157C35" w:rsidRPr="005468F9" w:rsidRDefault="00157C35" w:rsidP="00157C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68F9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157C35" w:rsidRPr="005468F9" w14:paraId="1DC6EBC1" w14:textId="77777777" w:rsidTr="00157C35">
        <w:tc>
          <w:tcPr>
            <w:tcW w:w="2694" w:type="dxa"/>
            <w:vAlign w:val="center"/>
          </w:tcPr>
          <w:p w14:paraId="7099B0F8" w14:textId="77777777" w:rsidR="00157C35" w:rsidRPr="005468F9" w:rsidRDefault="00157C35" w:rsidP="00157C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2717BF" w14:textId="22335274" w:rsidR="00157C35" w:rsidRPr="005468F9" w:rsidRDefault="00157C35" w:rsidP="00157C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68F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57C35" w:rsidRPr="005468F9" w14:paraId="70451079" w14:textId="77777777" w:rsidTr="00157C35">
        <w:tc>
          <w:tcPr>
            <w:tcW w:w="2694" w:type="dxa"/>
            <w:vAlign w:val="center"/>
          </w:tcPr>
          <w:p w14:paraId="734F1E22" w14:textId="77777777" w:rsidR="00157C35" w:rsidRPr="005468F9" w:rsidRDefault="00157C35" w:rsidP="00157C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43E215" w14:textId="25EEE34A" w:rsidR="00157C35" w:rsidRPr="005468F9" w:rsidRDefault="00157C35" w:rsidP="00157C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68F9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5468F9" w14:paraId="1594A25B" w14:textId="77777777" w:rsidTr="00157C35">
        <w:tc>
          <w:tcPr>
            <w:tcW w:w="2694" w:type="dxa"/>
            <w:vAlign w:val="center"/>
          </w:tcPr>
          <w:p w14:paraId="2495F1C9" w14:textId="77777777" w:rsidR="0085747A" w:rsidRPr="005468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468F9">
              <w:rPr>
                <w:rFonts w:ascii="Corbel" w:hAnsi="Corbel"/>
                <w:sz w:val="24"/>
                <w:szCs w:val="24"/>
              </w:rPr>
              <w:t>/y</w:t>
            </w:r>
            <w:r w:rsidRPr="005468F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69815D" w14:textId="13733625" w:rsidR="0085747A" w:rsidRPr="005468F9" w:rsidRDefault="006225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68F9">
              <w:rPr>
                <w:rFonts w:ascii="Corbel" w:hAnsi="Corbel"/>
                <w:b w:val="0"/>
                <w:sz w:val="24"/>
                <w:szCs w:val="24"/>
              </w:rPr>
              <w:t xml:space="preserve">V rok, </w:t>
            </w:r>
            <w:r w:rsidR="00101C05" w:rsidRPr="005468F9">
              <w:rPr>
                <w:rFonts w:ascii="Corbel" w:hAnsi="Corbel"/>
                <w:b w:val="0"/>
                <w:sz w:val="24"/>
                <w:szCs w:val="24"/>
              </w:rPr>
              <w:t>9</w:t>
            </w:r>
            <w:r w:rsidRPr="005468F9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157C35" w:rsidRPr="005468F9" w14:paraId="7E23A12B" w14:textId="77777777" w:rsidTr="00157C35">
        <w:tc>
          <w:tcPr>
            <w:tcW w:w="2694" w:type="dxa"/>
            <w:vAlign w:val="center"/>
          </w:tcPr>
          <w:p w14:paraId="0225412C" w14:textId="77777777" w:rsidR="00157C35" w:rsidRPr="005468F9" w:rsidRDefault="00157C35" w:rsidP="00157C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41ECBB" w14:textId="7ACB5167" w:rsidR="00157C35" w:rsidRPr="005468F9" w:rsidRDefault="00384D9F" w:rsidP="00157C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68F9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57C35" w:rsidRPr="005468F9" w14:paraId="76AE615E" w14:textId="77777777" w:rsidTr="00157C35">
        <w:tc>
          <w:tcPr>
            <w:tcW w:w="2694" w:type="dxa"/>
            <w:vAlign w:val="center"/>
          </w:tcPr>
          <w:p w14:paraId="37EADA4B" w14:textId="77777777" w:rsidR="00157C35" w:rsidRPr="005468F9" w:rsidRDefault="00157C35" w:rsidP="00157C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C549D6" w14:textId="25C456E4" w:rsidR="00157C35" w:rsidRPr="005468F9" w:rsidRDefault="00157C35" w:rsidP="00157C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68F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468F9" w14:paraId="18D81D39" w14:textId="77777777" w:rsidTr="00157C35">
        <w:tc>
          <w:tcPr>
            <w:tcW w:w="2694" w:type="dxa"/>
            <w:vAlign w:val="center"/>
          </w:tcPr>
          <w:p w14:paraId="1ADA500E" w14:textId="77777777" w:rsidR="0085747A" w:rsidRPr="005468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3DFB22" w14:textId="65A78A99" w:rsidR="0085747A" w:rsidRPr="005468F9" w:rsidRDefault="008C3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 Englert-Bator</w:t>
            </w:r>
          </w:p>
        </w:tc>
      </w:tr>
      <w:tr w:rsidR="0085747A" w:rsidRPr="005468F9" w14:paraId="24EA8ED0" w14:textId="77777777" w:rsidTr="00157C35">
        <w:tc>
          <w:tcPr>
            <w:tcW w:w="2694" w:type="dxa"/>
            <w:vAlign w:val="center"/>
          </w:tcPr>
          <w:p w14:paraId="35E5CD54" w14:textId="77777777" w:rsidR="0085747A" w:rsidRPr="005468F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02DD24" w14:textId="0521F6C6" w:rsidR="0085747A" w:rsidRPr="005468F9" w:rsidRDefault="003133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68F9">
              <w:rPr>
                <w:rFonts w:ascii="Corbel" w:hAnsi="Corbel"/>
                <w:b w:val="0"/>
                <w:sz w:val="24"/>
                <w:szCs w:val="24"/>
              </w:rPr>
              <w:t>mgr Magdalena Lech</w:t>
            </w:r>
          </w:p>
        </w:tc>
      </w:tr>
    </w:tbl>
    <w:p w14:paraId="18F4D154" w14:textId="77777777" w:rsidR="00923D7D" w:rsidRPr="005468F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0F4DD9" w14:textId="77777777" w:rsidR="0085747A" w:rsidRPr="005468F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468F9">
        <w:rPr>
          <w:rFonts w:ascii="Corbel" w:hAnsi="Corbel"/>
          <w:sz w:val="24"/>
          <w:szCs w:val="24"/>
        </w:rPr>
        <w:t>1.</w:t>
      </w:r>
      <w:r w:rsidR="00E22FBC" w:rsidRPr="005468F9">
        <w:rPr>
          <w:rFonts w:ascii="Corbel" w:hAnsi="Corbel"/>
          <w:sz w:val="24"/>
          <w:szCs w:val="24"/>
        </w:rPr>
        <w:t>1</w:t>
      </w:r>
      <w:r w:rsidRPr="005468F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2A387F" w14:textId="77777777" w:rsidR="00923D7D" w:rsidRPr="005468F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1"/>
        <w:gridCol w:w="771"/>
        <w:gridCol w:w="851"/>
        <w:gridCol w:w="788"/>
        <w:gridCol w:w="813"/>
        <w:gridCol w:w="739"/>
        <w:gridCol w:w="937"/>
        <w:gridCol w:w="1332"/>
        <w:gridCol w:w="1449"/>
      </w:tblGrid>
      <w:tr w:rsidR="00015B8F" w:rsidRPr="005468F9" w14:paraId="0A15224F" w14:textId="77777777" w:rsidTr="00157C35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68F5" w14:textId="77777777" w:rsidR="00015B8F" w:rsidRPr="005468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68F9">
              <w:rPr>
                <w:rFonts w:ascii="Corbel" w:hAnsi="Corbel"/>
                <w:szCs w:val="24"/>
              </w:rPr>
              <w:t>Semestr</w:t>
            </w:r>
          </w:p>
          <w:p w14:paraId="71B5637B" w14:textId="77777777" w:rsidR="00015B8F" w:rsidRPr="005468F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68F9">
              <w:rPr>
                <w:rFonts w:ascii="Corbel" w:hAnsi="Corbel"/>
                <w:szCs w:val="24"/>
              </w:rPr>
              <w:t>(</w:t>
            </w:r>
            <w:r w:rsidR="00363F78" w:rsidRPr="005468F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655C6" w14:textId="77777777" w:rsidR="00015B8F" w:rsidRPr="005468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68F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582F1" w14:textId="77777777" w:rsidR="00015B8F" w:rsidRPr="005468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68F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349C" w14:textId="77777777" w:rsidR="00015B8F" w:rsidRPr="005468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68F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83570" w14:textId="77777777" w:rsidR="00015B8F" w:rsidRPr="005468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68F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F1B0" w14:textId="77777777" w:rsidR="00015B8F" w:rsidRPr="005468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68F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2CB46" w14:textId="77777777" w:rsidR="00015B8F" w:rsidRPr="005468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68F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D0A34" w14:textId="77777777" w:rsidR="00015B8F" w:rsidRPr="005468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68F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D5B90" w14:textId="3757D8D8" w:rsidR="00015B8F" w:rsidRPr="005468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68F9">
              <w:rPr>
                <w:rFonts w:ascii="Corbel" w:hAnsi="Corbel"/>
                <w:szCs w:val="24"/>
              </w:rPr>
              <w:t>Inne (</w:t>
            </w:r>
            <w:r w:rsidR="00506D1E" w:rsidRPr="005468F9">
              <w:rPr>
                <w:rFonts w:ascii="Corbel" w:hAnsi="Corbel"/>
                <w:szCs w:val="24"/>
              </w:rPr>
              <w:t>jakie?</w:t>
            </w:r>
            <w:r w:rsidRPr="005468F9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E61A7" w14:textId="77777777" w:rsidR="00015B8F" w:rsidRPr="005468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468F9">
              <w:rPr>
                <w:rFonts w:ascii="Corbel" w:hAnsi="Corbel"/>
                <w:b/>
                <w:szCs w:val="24"/>
              </w:rPr>
              <w:t>Liczba pkt</w:t>
            </w:r>
            <w:r w:rsidR="00B90885" w:rsidRPr="005468F9">
              <w:rPr>
                <w:rFonts w:ascii="Corbel" w:hAnsi="Corbel"/>
                <w:b/>
                <w:szCs w:val="24"/>
              </w:rPr>
              <w:t>.</w:t>
            </w:r>
            <w:r w:rsidRPr="005468F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468F9" w14:paraId="5BF17766" w14:textId="77777777" w:rsidTr="00157C35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E49F" w14:textId="4718355C" w:rsidR="00015B8F" w:rsidRPr="005468F9" w:rsidRDefault="00101C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A33E" w14:textId="7846321B" w:rsidR="00015B8F" w:rsidRPr="005468F9" w:rsidRDefault="00157C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688E" w14:textId="0397436C" w:rsidR="00015B8F" w:rsidRPr="005468F9" w:rsidRDefault="00506D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B9C6" w14:textId="0602BA61" w:rsidR="00015B8F" w:rsidRPr="005468F9" w:rsidRDefault="00157C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9E86" w14:textId="31B4C400" w:rsidR="00015B8F" w:rsidRPr="005468F9" w:rsidRDefault="00157C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50FF" w14:textId="7ED006A4" w:rsidR="00015B8F" w:rsidRPr="005468F9" w:rsidRDefault="00157C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2A11" w14:textId="0D9BCF32" w:rsidR="00015B8F" w:rsidRPr="005468F9" w:rsidRDefault="00157C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A96F" w14:textId="2D687054" w:rsidR="00015B8F" w:rsidRPr="005468F9" w:rsidRDefault="00157C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10AA" w14:textId="2238364C" w:rsidR="00015B8F" w:rsidRPr="005468F9" w:rsidRDefault="00506D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4803" w14:textId="1E9D8B61" w:rsidR="00015B8F" w:rsidRPr="005468F9" w:rsidRDefault="009D31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B45235C" w14:textId="77777777" w:rsidR="00923D7D" w:rsidRPr="005468F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66A35FE" w14:textId="77777777" w:rsidR="00923D7D" w:rsidRPr="005468F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A64C9B" w14:textId="77777777" w:rsidR="0085747A" w:rsidRPr="005468F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468F9">
        <w:rPr>
          <w:rFonts w:ascii="Corbel" w:hAnsi="Corbel"/>
          <w:smallCaps w:val="0"/>
          <w:szCs w:val="24"/>
        </w:rPr>
        <w:t>1.</w:t>
      </w:r>
      <w:r w:rsidR="00E22FBC" w:rsidRPr="005468F9">
        <w:rPr>
          <w:rFonts w:ascii="Corbel" w:hAnsi="Corbel"/>
          <w:smallCaps w:val="0"/>
          <w:szCs w:val="24"/>
        </w:rPr>
        <w:t>2</w:t>
      </w:r>
      <w:r w:rsidR="00F83B28" w:rsidRPr="005468F9">
        <w:rPr>
          <w:rFonts w:ascii="Corbel" w:hAnsi="Corbel"/>
          <w:smallCaps w:val="0"/>
          <w:szCs w:val="24"/>
        </w:rPr>
        <w:t>.</w:t>
      </w:r>
      <w:r w:rsidR="00F83B28" w:rsidRPr="005468F9">
        <w:rPr>
          <w:rFonts w:ascii="Corbel" w:hAnsi="Corbel"/>
          <w:smallCaps w:val="0"/>
          <w:szCs w:val="24"/>
        </w:rPr>
        <w:tab/>
      </w:r>
      <w:r w:rsidRPr="005468F9">
        <w:rPr>
          <w:rFonts w:ascii="Corbel" w:hAnsi="Corbel"/>
          <w:smallCaps w:val="0"/>
          <w:szCs w:val="24"/>
        </w:rPr>
        <w:t xml:space="preserve">Sposób realizacji zajęć  </w:t>
      </w:r>
    </w:p>
    <w:p w14:paraId="7DD5AF8B" w14:textId="25B18174" w:rsidR="0085747A" w:rsidRPr="005468F9" w:rsidRDefault="00C5168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5468F9">
        <w:rPr>
          <w:rFonts w:ascii="Corbel" w:eastAsia="MS Gothic" w:hAnsi="Corbel"/>
          <w:b w:val="0"/>
          <w:szCs w:val="24"/>
          <w:u w:val="single"/>
        </w:rPr>
        <w:t>X</w:t>
      </w:r>
      <w:r w:rsidR="00157C35" w:rsidRPr="005468F9">
        <w:rPr>
          <w:rFonts w:ascii="Corbel" w:eastAsia="MS Gothic" w:hAnsi="Corbel"/>
          <w:b w:val="0"/>
          <w:szCs w:val="24"/>
          <w:u w:val="single"/>
        </w:rPr>
        <w:t xml:space="preserve"> </w:t>
      </w:r>
      <w:r w:rsidR="0085747A" w:rsidRPr="005468F9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09BC7484" w14:textId="77777777" w:rsidR="0085747A" w:rsidRPr="005468F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468F9">
        <w:rPr>
          <w:rFonts w:ascii="Segoe UI Symbol" w:eastAsia="MS Gothic" w:hAnsi="Segoe UI Symbol" w:cs="Segoe UI Symbol"/>
          <w:b w:val="0"/>
          <w:szCs w:val="24"/>
        </w:rPr>
        <w:t>☐</w:t>
      </w:r>
      <w:r w:rsidRPr="005468F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CE99BD" w14:textId="77777777" w:rsidR="0085747A" w:rsidRPr="005468F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EC9A77" w14:textId="7FE91B7A" w:rsidR="00E22FBC" w:rsidRPr="005468F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468F9">
        <w:rPr>
          <w:rFonts w:ascii="Corbel" w:hAnsi="Corbel"/>
          <w:smallCaps w:val="0"/>
          <w:szCs w:val="24"/>
        </w:rPr>
        <w:t xml:space="preserve">1.3 </w:t>
      </w:r>
      <w:r w:rsidR="00F83B28" w:rsidRPr="005468F9">
        <w:rPr>
          <w:rFonts w:ascii="Corbel" w:hAnsi="Corbel"/>
          <w:smallCaps w:val="0"/>
          <w:szCs w:val="24"/>
        </w:rPr>
        <w:tab/>
      </w:r>
      <w:r w:rsidRPr="005468F9">
        <w:rPr>
          <w:rFonts w:ascii="Corbel" w:hAnsi="Corbel"/>
          <w:smallCaps w:val="0"/>
          <w:szCs w:val="24"/>
        </w:rPr>
        <w:t>For</w:t>
      </w:r>
      <w:r w:rsidR="00445970" w:rsidRPr="005468F9">
        <w:rPr>
          <w:rFonts w:ascii="Corbel" w:hAnsi="Corbel"/>
          <w:smallCaps w:val="0"/>
          <w:szCs w:val="24"/>
        </w:rPr>
        <w:t xml:space="preserve">ma zaliczenia </w:t>
      </w:r>
      <w:r w:rsidR="009C1F63" w:rsidRPr="005468F9">
        <w:rPr>
          <w:rFonts w:ascii="Corbel" w:hAnsi="Corbel"/>
          <w:smallCaps w:val="0"/>
          <w:szCs w:val="24"/>
        </w:rPr>
        <w:t>przedmiotu (</w:t>
      </w:r>
      <w:r w:rsidRPr="005468F9">
        <w:rPr>
          <w:rFonts w:ascii="Corbel" w:hAnsi="Corbel"/>
          <w:smallCaps w:val="0"/>
          <w:szCs w:val="24"/>
        </w:rPr>
        <w:t>z toku)</w:t>
      </w:r>
      <w:r w:rsidR="00583FEC" w:rsidRPr="005468F9">
        <w:rPr>
          <w:rFonts w:ascii="Corbel" w:hAnsi="Corbel"/>
          <w:smallCaps w:val="0"/>
          <w:szCs w:val="24"/>
        </w:rPr>
        <w:t xml:space="preserve">: </w:t>
      </w:r>
      <w:r w:rsidRPr="005468F9">
        <w:rPr>
          <w:rFonts w:ascii="Corbel" w:hAnsi="Corbel"/>
          <w:b w:val="0"/>
          <w:smallCaps w:val="0"/>
          <w:szCs w:val="24"/>
        </w:rPr>
        <w:t>zaliczenie z oceną</w:t>
      </w:r>
    </w:p>
    <w:p w14:paraId="24EE808D" w14:textId="77777777" w:rsidR="009C54AE" w:rsidRPr="005468F9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29C976" w14:textId="77777777" w:rsidR="00E960BB" w:rsidRPr="005468F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468F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468F9" w14:paraId="09B54751" w14:textId="77777777" w:rsidTr="00745302">
        <w:tc>
          <w:tcPr>
            <w:tcW w:w="9670" w:type="dxa"/>
          </w:tcPr>
          <w:p w14:paraId="6889CE1E" w14:textId="469E8DF3" w:rsidR="0085747A" w:rsidRPr="005468F9" w:rsidRDefault="003A24F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</w:t>
            </w:r>
            <w:r w:rsidR="00B30E77" w:rsidRPr="005468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5468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czenie przedmiotów z psychologii klinicznej, psychopatologii.</w:t>
            </w:r>
          </w:p>
        </w:tc>
      </w:tr>
    </w:tbl>
    <w:p w14:paraId="0A7DAFEB" w14:textId="77777777" w:rsidR="00153C41" w:rsidRPr="005468F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D27469" w14:textId="77777777" w:rsidR="0085747A" w:rsidRPr="005468F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468F9">
        <w:rPr>
          <w:rFonts w:ascii="Corbel" w:hAnsi="Corbel"/>
          <w:szCs w:val="24"/>
        </w:rPr>
        <w:t>3.</w:t>
      </w:r>
      <w:r w:rsidR="0085747A" w:rsidRPr="005468F9">
        <w:rPr>
          <w:rFonts w:ascii="Corbel" w:hAnsi="Corbel"/>
          <w:szCs w:val="24"/>
        </w:rPr>
        <w:t xml:space="preserve"> </w:t>
      </w:r>
      <w:r w:rsidR="00A84C85" w:rsidRPr="005468F9">
        <w:rPr>
          <w:rFonts w:ascii="Corbel" w:hAnsi="Corbel"/>
          <w:szCs w:val="24"/>
        </w:rPr>
        <w:t>cele, efekty uczenia się</w:t>
      </w:r>
      <w:r w:rsidR="0085747A" w:rsidRPr="005468F9">
        <w:rPr>
          <w:rFonts w:ascii="Corbel" w:hAnsi="Corbel"/>
          <w:szCs w:val="24"/>
        </w:rPr>
        <w:t xml:space="preserve"> , treści Programowe i stosowane metody Dydaktyczne</w:t>
      </w:r>
    </w:p>
    <w:p w14:paraId="2EC88FCD" w14:textId="77777777" w:rsidR="0085747A" w:rsidRPr="005468F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417307" w14:textId="77777777" w:rsidR="0085747A" w:rsidRPr="005468F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468F9">
        <w:rPr>
          <w:rFonts w:ascii="Corbel" w:hAnsi="Corbel"/>
          <w:sz w:val="24"/>
          <w:szCs w:val="24"/>
        </w:rPr>
        <w:t xml:space="preserve">3.1 </w:t>
      </w:r>
      <w:r w:rsidR="00C05F44" w:rsidRPr="005468F9">
        <w:rPr>
          <w:rFonts w:ascii="Corbel" w:hAnsi="Corbel"/>
          <w:sz w:val="24"/>
          <w:szCs w:val="24"/>
        </w:rPr>
        <w:t>Cele przedmiotu</w:t>
      </w:r>
    </w:p>
    <w:p w14:paraId="6CE6BF4A" w14:textId="77777777" w:rsidR="00F83B28" w:rsidRPr="005468F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468F9" w14:paraId="422AEEEC" w14:textId="77777777" w:rsidTr="00FC1FB5">
        <w:tc>
          <w:tcPr>
            <w:tcW w:w="843" w:type="dxa"/>
            <w:vAlign w:val="center"/>
          </w:tcPr>
          <w:p w14:paraId="6B455B5D" w14:textId="77777777" w:rsidR="0085747A" w:rsidRPr="005468F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68F9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5ECEE4C3" w14:textId="26B16398" w:rsidR="0085747A" w:rsidRPr="005468F9" w:rsidRDefault="00FC1F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68F9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3A24F9" w:rsidRPr="005468F9">
              <w:rPr>
                <w:rFonts w:ascii="Corbel" w:hAnsi="Corbel"/>
                <w:b w:val="0"/>
                <w:sz w:val="24"/>
                <w:szCs w:val="24"/>
              </w:rPr>
              <w:t>naliza zjawiska lęku i zaburzeń lękowych.</w:t>
            </w:r>
          </w:p>
        </w:tc>
      </w:tr>
      <w:tr w:rsidR="0085747A" w:rsidRPr="005468F9" w14:paraId="5970234D" w14:textId="77777777" w:rsidTr="00FC1FB5">
        <w:tc>
          <w:tcPr>
            <w:tcW w:w="843" w:type="dxa"/>
            <w:vAlign w:val="center"/>
          </w:tcPr>
          <w:p w14:paraId="041CA4A9" w14:textId="0769FF96" w:rsidR="0085747A" w:rsidRPr="005468F9" w:rsidRDefault="003A24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59E5A176" w14:textId="50EBBA08" w:rsidR="0085747A" w:rsidRPr="005468F9" w:rsidRDefault="003A24F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68F9">
              <w:rPr>
                <w:rFonts w:ascii="Corbel" w:hAnsi="Corbel"/>
                <w:b w:val="0"/>
                <w:sz w:val="24"/>
                <w:szCs w:val="24"/>
              </w:rPr>
              <w:t>Zapoznanie studenta z podstawowymi technikami pracy z lękiem w paradygmacie poznawczo-behawioralnym.</w:t>
            </w:r>
          </w:p>
        </w:tc>
      </w:tr>
    </w:tbl>
    <w:p w14:paraId="7A611938" w14:textId="77777777" w:rsidR="0085747A" w:rsidRPr="005468F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11659D" w14:textId="77777777" w:rsidR="001D7B54" w:rsidRPr="005468F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468F9">
        <w:rPr>
          <w:rFonts w:ascii="Corbel" w:hAnsi="Corbel"/>
          <w:b/>
          <w:sz w:val="24"/>
          <w:szCs w:val="24"/>
        </w:rPr>
        <w:t xml:space="preserve">3.2 </w:t>
      </w:r>
      <w:r w:rsidR="001D7B54" w:rsidRPr="005468F9">
        <w:rPr>
          <w:rFonts w:ascii="Corbel" w:hAnsi="Corbel"/>
          <w:b/>
          <w:sz w:val="24"/>
          <w:szCs w:val="24"/>
        </w:rPr>
        <w:t xml:space="preserve">Efekty </w:t>
      </w:r>
      <w:r w:rsidR="00C05F44" w:rsidRPr="005468F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468F9">
        <w:rPr>
          <w:rFonts w:ascii="Corbel" w:hAnsi="Corbel"/>
          <w:b/>
          <w:sz w:val="24"/>
          <w:szCs w:val="24"/>
        </w:rPr>
        <w:t>dla przedmiotu</w:t>
      </w:r>
      <w:r w:rsidR="00445970" w:rsidRPr="005468F9">
        <w:rPr>
          <w:rFonts w:ascii="Corbel" w:hAnsi="Corbel"/>
          <w:sz w:val="24"/>
          <w:szCs w:val="24"/>
        </w:rPr>
        <w:t xml:space="preserve"> </w:t>
      </w:r>
    </w:p>
    <w:p w14:paraId="08742403" w14:textId="77777777" w:rsidR="001D7B54" w:rsidRPr="005468F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5468F9" w14:paraId="2D9FEE13" w14:textId="77777777" w:rsidTr="00FC1FB5">
        <w:tc>
          <w:tcPr>
            <w:tcW w:w="1681" w:type="dxa"/>
            <w:vAlign w:val="center"/>
          </w:tcPr>
          <w:p w14:paraId="6A9630D3" w14:textId="77777777" w:rsidR="0085747A" w:rsidRPr="005468F9" w:rsidRDefault="0085747A" w:rsidP="00515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468F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468F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EDBEF2A" w14:textId="5F300E1E" w:rsidR="0085747A" w:rsidRPr="005468F9" w:rsidRDefault="0085747A" w:rsidP="00515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  <w:r w:rsidR="00515758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7672CFEF" w14:textId="5E1B97CB" w:rsidR="0085747A" w:rsidRPr="005468F9" w:rsidRDefault="0085747A" w:rsidP="00515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FC1FB5" w:rsidRPr="005468F9" w14:paraId="5E7E4A71" w14:textId="77777777" w:rsidTr="00FC1FB5">
        <w:tc>
          <w:tcPr>
            <w:tcW w:w="1681" w:type="dxa"/>
          </w:tcPr>
          <w:p w14:paraId="6B7D1841" w14:textId="77777777" w:rsidR="00FC1FB5" w:rsidRPr="005468F9" w:rsidRDefault="00FC1FB5" w:rsidP="00515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9186F26" w14:textId="639B417A" w:rsidR="00FC1FB5" w:rsidRPr="005468F9" w:rsidRDefault="00FC1FB5" w:rsidP="005157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Ma </w:t>
            </w:r>
            <w:r w:rsidR="001D1082">
              <w:rPr>
                <w:rFonts w:ascii="Corbel" w:hAnsi="Corbel"/>
                <w:b w:val="0"/>
                <w:smallCaps w:val="0"/>
                <w:szCs w:val="24"/>
              </w:rPr>
              <w:t>pogłębioną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 wiedzę na temat zaburzeń lękowych u dzieci i młodzieży – ich objawów osiowych, diagnozy, profilaktyki i pomocy psychologicznej</w:t>
            </w:r>
            <w:r w:rsidR="00BD0FF5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273B6C4A" w14:textId="77777777" w:rsidR="00FC1FB5" w:rsidRPr="005468F9" w:rsidRDefault="00980F7B" w:rsidP="00515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796CD041" w14:textId="1AC2BF4E" w:rsidR="00980F7B" w:rsidRPr="005468F9" w:rsidRDefault="00980F7B" w:rsidP="00515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D31FF" w:rsidRPr="005468F9" w14:paraId="1238773A" w14:textId="77777777" w:rsidTr="00FC1FB5">
        <w:tc>
          <w:tcPr>
            <w:tcW w:w="1681" w:type="dxa"/>
          </w:tcPr>
          <w:p w14:paraId="32CB7B1E" w14:textId="4E432110" w:rsidR="009D31FF" w:rsidRPr="005468F9" w:rsidRDefault="009D31FF" w:rsidP="00515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33F0A83" w14:textId="1D9622B9" w:rsidR="009D31FF" w:rsidRPr="005468F9" w:rsidRDefault="009D31FF" w:rsidP="00515758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9D31FF">
              <w:rPr>
                <w:rFonts w:ascii="Corbel" w:hAnsi="Corbel"/>
                <w:sz w:val="24"/>
                <w:szCs w:val="24"/>
              </w:rPr>
              <w:t>W stopniu pogłębionym rozumie dynamikę czynników wzmacniających mechanizmy lękowe, jak i te wspierające zachowaniom zdrowotne. Zna sposoby, które pomagają w zapobieganiu patologii w zakresie procesów psychicznych i pozwalają na skuteczne radzenie sobie z lękiem.</w:t>
            </w:r>
          </w:p>
        </w:tc>
        <w:tc>
          <w:tcPr>
            <w:tcW w:w="1865" w:type="dxa"/>
          </w:tcPr>
          <w:p w14:paraId="6D9286BC" w14:textId="77777777" w:rsidR="009D31FF" w:rsidRPr="005468F9" w:rsidRDefault="009D31FF" w:rsidP="00515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  <w:p w14:paraId="2947CF90" w14:textId="77777777" w:rsidR="009D31FF" w:rsidRPr="005468F9" w:rsidRDefault="009D31FF" w:rsidP="00515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>K_W19</w:t>
            </w:r>
          </w:p>
          <w:p w14:paraId="64830A8C" w14:textId="77777777" w:rsidR="009D31FF" w:rsidRPr="005468F9" w:rsidRDefault="009D31FF" w:rsidP="00515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C1FB5" w:rsidRPr="005468F9" w14:paraId="2DB3B221" w14:textId="77777777" w:rsidTr="00FC1FB5">
        <w:tc>
          <w:tcPr>
            <w:tcW w:w="1681" w:type="dxa"/>
          </w:tcPr>
          <w:p w14:paraId="2DFAC292" w14:textId="5720E18D" w:rsidR="00FC1FB5" w:rsidRPr="005468F9" w:rsidRDefault="00FC1FB5" w:rsidP="00515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D31F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080715A3" w14:textId="4107E986" w:rsidR="00BD0FF5" w:rsidRPr="005468F9" w:rsidRDefault="001D1082" w:rsidP="005157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FC1FB5"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otrafi zastosować </w:t>
            </w:r>
            <w:r w:rsidR="00D0648C" w:rsidRPr="005468F9">
              <w:rPr>
                <w:rFonts w:ascii="Corbel" w:hAnsi="Corbel"/>
                <w:b w:val="0"/>
                <w:smallCaps w:val="0"/>
                <w:szCs w:val="24"/>
              </w:rPr>
              <w:t>zaawansowane</w:t>
            </w:r>
            <w:r w:rsidR="00FC1FB5"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 zasady i techniki pracy terapeutycznej </w:t>
            </w:r>
            <w:r w:rsidR="00DC38A3">
              <w:rPr>
                <w:rFonts w:ascii="Corbel" w:hAnsi="Corbel"/>
                <w:b w:val="0"/>
                <w:smallCaps w:val="0"/>
                <w:szCs w:val="24"/>
              </w:rPr>
              <w:t xml:space="preserve">w nurcie poznawczo- behawioralnym u dzieci i młodzieży </w:t>
            </w:r>
            <w:r w:rsidR="00FC1FB5"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z zaburzeniami </w:t>
            </w:r>
            <w:r w:rsidR="00AC7277" w:rsidRPr="005468F9">
              <w:rPr>
                <w:rFonts w:ascii="Corbel" w:hAnsi="Corbel"/>
                <w:b w:val="0"/>
                <w:smallCaps w:val="0"/>
                <w:szCs w:val="24"/>
              </w:rPr>
              <w:t>lękowymi</w:t>
            </w:r>
            <w:r w:rsidR="00BD0FF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DC38A3">
              <w:rPr>
                <w:rFonts w:ascii="Corbel" w:hAnsi="Corbel"/>
                <w:b w:val="0"/>
                <w:smallCaps w:val="0"/>
                <w:szCs w:val="24"/>
              </w:rPr>
              <w:t xml:space="preserve"> Wyszukiwaną przez siebie złożoną wiedzę na temat zaburzeń psychicznych takich jak przykładowo zespół lęku uogólnionego, fobie, PTSD potrafi wykorzystać w rozwiązywaniu problemów dzieci i nastolatków. </w:t>
            </w:r>
          </w:p>
        </w:tc>
        <w:tc>
          <w:tcPr>
            <w:tcW w:w="1865" w:type="dxa"/>
          </w:tcPr>
          <w:p w14:paraId="062BAA89" w14:textId="77777777" w:rsidR="00FC1FB5" w:rsidRPr="005468F9" w:rsidRDefault="00980F7B" w:rsidP="00515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9268820" w14:textId="77777777" w:rsidR="00980F7B" w:rsidRPr="005468F9" w:rsidRDefault="00980F7B" w:rsidP="00515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12D5C358" w14:textId="79B242EE" w:rsidR="00980F7B" w:rsidRPr="005468F9" w:rsidRDefault="00980F7B" w:rsidP="00515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D31FF" w:rsidRPr="005468F9" w14:paraId="3C5AE0FF" w14:textId="77777777" w:rsidTr="00FC1FB5">
        <w:tc>
          <w:tcPr>
            <w:tcW w:w="1681" w:type="dxa"/>
          </w:tcPr>
          <w:p w14:paraId="645C7873" w14:textId="4EDF6048" w:rsidR="009D31FF" w:rsidRPr="005468F9" w:rsidRDefault="009D31FF" w:rsidP="00515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A85B51C" w14:textId="566B3AE4" w:rsidR="009D31FF" w:rsidRPr="005468F9" w:rsidRDefault="009D31FF" w:rsidP="005157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na opracowanie badań środowiskowych, przygotowanie diagnozy i wskazanie możliwych rozwiązań przez profesjonalistów w obszarze zdrowia psychicznego, uwzględniając dynamikę procesów lękowych</w:t>
            </w:r>
            <w:r w:rsidR="0051575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2247017" w14:textId="77777777" w:rsidR="009D31FF" w:rsidRPr="005468F9" w:rsidRDefault="009D31FF" w:rsidP="00515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681CB24" w14:textId="77777777" w:rsidR="009D31FF" w:rsidRPr="005468F9" w:rsidRDefault="009D31FF" w:rsidP="00515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0D325CC" w14:textId="77777777" w:rsidR="0085747A" w:rsidRPr="005468F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5DF61F" w14:textId="77777777" w:rsidR="0085747A" w:rsidRPr="005468F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468F9">
        <w:rPr>
          <w:rFonts w:ascii="Corbel" w:hAnsi="Corbel"/>
          <w:b/>
          <w:sz w:val="24"/>
          <w:szCs w:val="24"/>
        </w:rPr>
        <w:t>3.3</w:t>
      </w:r>
      <w:r w:rsidR="001D7B54" w:rsidRPr="005468F9">
        <w:rPr>
          <w:rFonts w:ascii="Corbel" w:hAnsi="Corbel"/>
          <w:b/>
          <w:sz w:val="24"/>
          <w:szCs w:val="24"/>
        </w:rPr>
        <w:t xml:space="preserve"> </w:t>
      </w:r>
      <w:r w:rsidR="0085747A" w:rsidRPr="005468F9">
        <w:rPr>
          <w:rFonts w:ascii="Corbel" w:hAnsi="Corbel"/>
          <w:b/>
          <w:sz w:val="24"/>
          <w:szCs w:val="24"/>
        </w:rPr>
        <w:t>T</w:t>
      </w:r>
      <w:r w:rsidR="001D7B54" w:rsidRPr="005468F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468F9">
        <w:rPr>
          <w:rFonts w:ascii="Corbel" w:hAnsi="Corbel"/>
          <w:sz w:val="24"/>
          <w:szCs w:val="24"/>
        </w:rPr>
        <w:t xml:space="preserve">  </w:t>
      </w:r>
    </w:p>
    <w:p w14:paraId="02B7FC93" w14:textId="77777777" w:rsidR="0085747A" w:rsidRPr="005468F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468F9">
        <w:rPr>
          <w:rFonts w:ascii="Corbel" w:hAnsi="Corbel"/>
          <w:sz w:val="24"/>
          <w:szCs w:val="24"/>
        </w:rPr>
        <w:t xml:space="preserve">Problematyka wykładu </w:t>
      </w:r>
    </w:p>
    <w:p w14:paraId="676149E0" w14:textId="77777777" w:rsidR="00675843" w:rsidRPr="005468F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468F9" w14:paraId="5468F32A" w14:textId="77777777" w:rsidTr="003A24F9">
        <w:tc>
          <w:tcPr>
            <w:tcW w:w="9520" w:type="dxa"/>
          </w:tcPr>
          <w:p w14:paraId="1A5BF23E" w14:textId="16D115B9" w:rsidR="0085747A" w:rsidRPr="005468F9" w:rsidRDefault="00FC1FB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---</w:t>
            </w:r>
          </w:p>
        </w:tc>
      </w:tr>
    </w:tbl>
    <w:p w14:paraId="5642DAF2" w14:textId="77777777" w:rsidR="0085747A" w:rsidRPr="005468F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059F84" w14:textId="1E04C737" w:rsidR="0085747A" w:rsidRPr="00515758" w:rsidRDefault="0085747A" w:rsidP="0051575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468F9"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24F9" w:rsidRPr="005468F9" w14:paraId="4A51EFA0" w14:textId="77777777" w:rsidTr="003A24F9">
        <w:tc>
          <w:tcPr>
            <w:tcW w:w="9520" w:type="dxa"/>
          </w:tcPr>
          <w:p w14:paraId="20C540C1" w14:textId="4382AB96" w:rsidR="003A24F9" w:rsidRPr="005468F9" w:rsidRDefault="003A24F9" w:rsidP="003A24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Wprowadzenie w tematykę lęku i zaburzeń lękowych.</w:t>
            </w:r>
          </w:p>
        </w:tc>
      </w:tr>
      <w:tr w:rsidR="003A24F9" w:rsidRPr="005468F9" w14:paraId="15B51A0A" w14:textId="77777777" w:rsidTr="003A24F9">
        <w:tc>
          <w:tcPr>
            <w:tcW w:w="9520" w:type="dxa"/>
          </w:tcPr>
          <w:p w14:paraId="446299DA" w14:textId="6E3B0DD5" w:rsidR="003A24F9" w:rsidRPr="005468F9" w:rsidRDefault="003A24F9" w:rsidP="003A24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Przebieg i współwystępowanie zaburzeń lękowych w klasyfikacji ICD-10, DSM-V</w:t>
            </w:r>
            <w:r w:rsidR="00FC1FB5" w:rsidRPr="005468F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A24F9" w:rsidRPr="005468F9" w14:paraId="2EF5A2F1" w14:textId="77777777" w:rsidTr="003A24F9">
        <w:tc>
          <w:tcPr>
            <w:tcW w:w="9520" w:type="dxa"/>
          </w:tcPr>
          <w:p w14:paraId="5FB49CF1" w14:textId="68F3BA08" w:rsidR="003A24F9" w:rsidRPr="005468F9" w:rsidRDefault="003A24F9" w:rsidP="003A24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Podejście poznawczo-behawioralne w rozumieniu lęku.</w:t>
            </w:r>
          </w:p>
        </w:tc>
      </w:tr>
      <w:tr w:rsidR="003A24F9" w:rsidRPr="005468F9" w14:paraId="54482F0B" w14:textId="77777777" w:rsidTr="003A24F9">
        <w:tc>
          <w:tcPr>
            <w:tcW w:w="9520" w:type="dxa"/>
          </w:tcPr>
          <w:p w14:paraId="2078C5C7" w14:textId="6A8E83FC" w:rsidR="003A24F9" w:rsidRPr="005468F9" w:rsidRDefault="003A24F9" w:rsidP="003A24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Założenia teoretyczne, modele poznawcze zaburzeń lękowych: myśl automatyczne, schematy poznawcze, zniekształcenia poznawcze</w:t>
            </w:r>
            <w:r w:rsidR="00FC1FB5" w:rsidRPr="005468F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A24F9" w:rsidRPr="005468F9" w14:paraId="5E18B110" w14:textId="77777777" w:rsidTr="003A24F9">
        <w:tc>
          <w:tcPr>
            <w:tcW w:w="9520" w:type="dxa"/>
          </w:tcPr>
          <w:p w14:paraId="6ED0DF70" w14:textId="786A520E" w:rsidR="003A24F9" w:rsidRPr="005468F9" w:rsidRDefault="003A24F9" w:rsidP="003A24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Etapy interwencji terapeutycznej: konceptualizacja problemu, techniki poznawcze, techniki behawioralne</w:t>
            </w:r>
            <w:r w:rsidR="00FC1FB5" w:rsidRPr="005468F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041AB56" w14:textId="77777777" w:rsidR="0085747A" w:rsidRPr="005468F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56E320" w14:textId="77777777" w:rsidR="0085747A" w:rsidRPr="005468F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468F9">
        <w:rPr>
          <w:rFonts w:ascii="Corbel" w:hAnsi="Corbel"/>
          <w:smallCaps w:val="0"/>
          <w:szCs w:val="24"/>
        </w:rPr>
        <w:t>3.4 Metody dydaktyczne</w:t>
      </w:r>
      <w:r w:rsidRPr="005468F9">
        <w:rPr>
          <w:rFonts w:ascii="Corbel" w:hAnsi="Corbel"/>
          <w:b w:val="0"/>
          <w:smallCaps w:val="0"/>
          <w:szCs w:val="24"/>
        </w:rPr>
        <w:t xml:space="preserve"> </w:t>
      </w:r>
    </w:p>
    <w:p w14:paraId="7A541737" w14:textId="77777777" w:rsidR="0085747A" w:rsidRPr="005468F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0D67B9" w14:textId="0B734478" w:rsidR="0085747A" w:rsidRPr="005468F9" w:rsidRDefault="001D108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Hlk111654255"/>
      <w:r>
        <w:rPr>
          <w:rFonts w:ascii="Corbel" w:hAnsi="Corbel"/>
          <w:b w:val="0"/>
          <w:bCs/>
          <w:smallCaps w:val="0"/>
          <w:szCs w:val="24"/>
        </w:rPr>
        <w:t>Ćwiczenia</w:t>
      </w:r>
      <w:r w:rsidR="00FC1FB5" w:rsidRPr="005468F9">
        <w:rPr>
          <w:rFonts w:ascii="Corbel" w:hAnsi="Corbel"/>
          <w:b w:val="0"/>
          <w:bCs/>
          <w:smallCaps w:val="0"/>
          <w:szCs w:val="24"/>
        </w:rPr>
        <w:t>: analiza tekstów z dyskusją, praca w grupach (rozwiązywanie zadań, dyskusja, burza mózgów), metody aktywizujące, studia przypadku.</w:t>
      </w:r>
      <w:bookmarkEnd w:id="0"/>
    </w:p>
    <w:p w14:paraId="6B50F50D" w14:textId="77777777" w:rsidR="00E960BB" w:rsidRPr="005468F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5FB93F" w14:textId="77777777" w:rsidR="00E960BB" w:rsidRPr="005468F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26A25" w14:textId="77777777" w:rsidR="0085747A" w:rsidRPr="005468F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468F9">
        <w:rPr>
          <w:rFonts w:ascii="Corbel" w:hAnsi="Corbel"/>
          <w:smallCaps w:val="0"/>
          <w:szCs w:val="24"/>
        </w:rPr>
        <w:t xml:space="preserve">4. </w:t>
      </w:r>
      <w:r w:rsidR="0085747A" w:rsidRPr="005468F9">
        <w:rPr>
          <w:rFonts w:ascii="Corbel" w:hAnsi="Corbel"/>
          <w:smallCaps w:val="0"/>
          <w:szCs w:val="24"/>
        </w:rPr>
        <w:t>METODY I KRYTERIA OCENY</w:t>
      </w:r>
      <w:r w:rsidR="009F4610" w:rsidRPr="005468F9">
        <w:rPr>
          <w:rFonts w:ascii="Corbel" w:hAnsi="Corbel"/>
          <w:smallCaps w:val="0"/>
          <w:szCs w:val="24"/>
        </w:rPr>
        <w:t xml:space="preserve"> </w:t>
      </w:r>
    </w:p>
    <w:p w14:paraId="00BEF97E" w14:textId="77777777" w:rsidR="00923D7D" w:rsidRPr="005468F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76078D" w14:textId="77777777" w:rsidR="0085747A" w:rsidRPr="005468F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468F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468F9">
        <w:rPr>
          <w:rFonts w:ascii="Corbel" w:hAnsi="Corbel"/>
          <w:smallCaps w:val="0"/>
          <w:szCs w:val="24"/>
        </w:rPr>
        <w:t>uczenia się</w:t>
      </w:r>
    </w:p>
    <w:p w14:paraId="000C8F95" w14:textId="77777777" w:rsidR="0085747A" w:rsidRPr="005468F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468F9" w14:paraId="703FC537" w14:textId="77777777" w:rsidTr="007B3ABB">
        <w:tc>
          <w:tcPr>
            <w:tcW w:w="1962" w:type="dxa"/>
            <w:vAlign w:val="center"/>
          </w:tcPr>
          <w:p w14:paraId="7CED0085" w14:textId="77777777" w:rsidR="0085747A" w:rsidRPr="005468F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B39F3C4" w14:textId="77777777" w:rsidR="0085747A" w:rsidRPr="005468F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9497AA5" w14:textId="77777777" w:rsidR="0085747A" w:rsidRPr="005468F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468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2F300FB" w14:textId="77777777" w:rsidR="00923D7D" w:rsidRPr="005468F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796C61" w14:textId="6C78C53F" w:rsidR="0085747A" w:rsidRPr="005468F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B3ABB" w:rsidRPr="005468F9" w14:paraId="45D8DABC" w14:textId="77777777" w:rsidTr="007B3ABB">
        <w:tc>
          <w:tcPr>
            <w:tcW w:w="1962" w:type="dxa"/>
          </w:tcPr>
          <w:p w14:paraId="597DB21C" w14:textId="3E99E9E7" w:rsidR="007B3ABB" w:rsidRPr="005468F9" w:rsidRDefault="007B3ABB" w:rsidP="00DD0D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468F9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4626C200" w14:textId="1A43A316" w:rsidR="007B3ABB" w:rsidRPr="005468F9" w:rsidRDefault="00264763" w:rsidP="007B3A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  <w:r w:rsidR="007B3ABB" w:rsidRPr="005468F9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7ED4E12" w14:textId="575FB256" w:rsidR="007B3ABB" w:rsidRPr="005468F9" w:rsidRDefault="0004082D" w:rsidP="00DD0D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B30E77" w:rsidRPr="005468F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B3ABB" w:rsidRPr="005468F9" w14:paraId="5A045740" w14:textId="77777777" w:rsidTr="007B3ABB">
        <w:tc>
          <w:tcPr>
            <w:tcW w:w="1962" w:type="dxa"/>
          </w:tcPr>
          <w:p w14:paraId="2B4C421A" w14:textId="77777777" w:rsidR="007B3ABB" w:rsidRPr="005468F9" w:rsidRDefault="007B3ABB" w:rsidP="00DD0D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468F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790B730" w14:textId="79071C30" w:rsidR="007B3ABB" w:rsidRPr="005468F9" w:rsidRDefault="00264763" w:rsidP="007B3A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  <w:r w:rsidR="007B3ABB" w:rsidRPr="005468F9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75D07ACF" w14:textId="6D982289" w:rsidR="007B3ABB" w:rsidRPr="005468F9" w:rsidRDefault="0004082D" w:rsidP="00DD0D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B30E77" w:rsidRPr="005468F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1D1082" w:rsidRPr="005468F9" w14:paraId="136B49B5" w14:textId="77777777" w:rsidTr="007B3ABB">
        <w:tc>
          <w:tcPr>
            <w:tcW w:w="1962" w:type="dxa"/>
          </w:tcPr>
          <w:p w14:paraId="7D639455" w14:textId="7ED38BE9" w:rsidR="001D1082" w:rsidRPr="001D1082" w:rsidRDefault="001D1082" w:rsidP="001D10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D1082">
              <w:rPr>
                <w:rFonts w:ascii="Corbel" w:hAnsi="Corbel"/>
                <w:b w:val="0"/>
                <w:bCs/>
                <w:szCs w:val="24"/>
              </w:rPr>
              <w:t>EK_03-04</w:t>
            </w:r>
          </w:p>
        </w:tc>
        <w:tc>
          <w:tcPr>
            <w:tcW w:w="5441" w:type="dxa"/>
          </w:tcPr>
          <w:p w14:paraId="703E6C40" w14:textId="14AB5A7E" w:rsidR="001D1082" w:rsidRPr="005468F9" w:rsidRDefault="001D1082" w:rsidP="001D10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dyskusja grupowa, propozycja działań </w:t>
            </w:r>
          </w:p>
        </w:tc>
        <w:tc>
          <w:tcPr>
            <w:tcW w:w="2117" w:type="dxa"/>
          </w:tcPr>
          <w:p w14:paraId="25CBB855" w14:textId="0CBB418F" w:rsidR="001D1082" w:rsidRPr="005468F9" w:rsidRDefault="001D1082" w:rsidP="001D10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449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73941C6C" w14:textId="77777777" w:rsidR="00923D7D" w:rsidRPr="005468F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1343D6" w14:textId="6EDA74A8" w:rsidR="0085747A" w:rsidRPr="005468F9" w:rsidRDefault="0085747A" w:rsidP="00B83CAD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5468F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468F9">
        <w:rPr>
          <w:rFonts w:ascii="Corbel" w:hAnsi="Corbel"/>
          <w:smallCaps w:val="0"/>
          <w:szCs w:val="24"/>
        </w:rPr>
        <w:t xml:space="preserve"> </w:t>
      </w:r>
    </w:p>
    <w:p w14:paraId="421E3219" w14:textId="77777777" w:rsidR="00923D7D" w:rsidRPr="005468F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468F9" w14:paraId="2AB9882A" w14:textId="77777777" w:rsidTr="00923D7D">
        <w:tc>
          <w:tcPr>
            <w:tcW w:w="9670" w:type="dxa"/>
          </w:tcPr>
          <w:p w14:paraId="6866D4EA" w14:textId="2381CA36" w:rsidR="00923D7D" w:rsidRPr="005468F9" w:rsidRDefault="00B83CAD" w:rsidP="00B83C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>1. Aktywność w trakcie zajęć.</w:t>
            </w:r>
          </w:p>
          <w:p w14:paraId="0D50E63D" w14:textId="051FED22" w:rsidR="00B83CAD" w:rsidRPr="005468F9" w:rsidRDefault="00B83CAD" w:rsidP="00503320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>2. P</w:t>
            </w:r>
            <w:r w:rsidR="00264763" w:rsidRPr="005468F9">
              <w:rPr>
                <w:rFonts w:ascii="Corbel" w:hAnsi="Corbel"/>
                <w:b w:val="0"/>
                <w:smallCaps w:val="0"/>
                <w:szCs w:val="24"/>
              </w:rPr>
              <w:t>raca projektowa (dobór metod i technik pracy terapeutycznej z dzieckiem</w:t>
            </w:r>
            <w:r w:rsidR="00D050B1"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 lub adolescentem</w:t>
            </w:r>
            <w:r w:rsidR="00264763"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 z zaburzeniami lękowymi na podstawie studium przypadku)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3C6BEC92" w14:textId="77777777" w:rsidR="00503320" w:rsidRPr="005468F9" w:rsidRDefault="00503320" w:rsidP="00503320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>ocena 5.0 – wykazuje znajomość treści kształcenia na poziomie 93%-100% (znakomita wiedza)</w:t>
            </w:r>
          </w:p>
          <w:p w14:paraId="135F6E6A" w14:textId="77777777" w:rsidR="00503320" w:rsidRPr="005468F9" w:rsidRDefault="00503320" w:rsidP="00503320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>ocena 4.5 – wykazuje znajomość treści kształcenia na poziomie 85%-92% (bardzo dobry poziom wiedzy z drobnymi błędami)</w:t>
            </w:r>
          </w:p>
          <w:p w14:paraId="4F1B9606" w14:textId="77777777" w:rsidR="00503320" w:rsidRPr="005468F9" w:rsidRDefault="00503320" w:rsidP="00503320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705742E3" w14:textId="77777777" w:rsidR="00503320" w:rsidRPr="005468F9" w:rsidRDefault="00503320" w:rsidP="00503320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5EADEF15" w14:textId="77777777" w:rsidR="00503320" w:rsidRPr="005468F9" w:rsidRDefault="00503320" w:rsidP="00503320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>ocena 3.0 – wykazuje znajomość treści kształcenia na poziomie 60%-68% (zadowalająca wiedza z licznymi błędami)</w:t>
            </w:r>
          </w:p>
          <w:p w14:paraId="4C0303E7" w14:textId="385B52EF" w:rsidR="0085747A" w:rsidRPr="005468F9" w:rsidRDefault="00503320" w:rsidP="00515758">
            <w:pPr>
              <w:pStyle w:val="Punktygwne"/>
              <w:spacing w:beforeLines="20" w:before="48" w:after="20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>ocena 2.0 – wykazuje znajomość treści kształcenia poniżej 60% (niezadowalająca wiedza, liczne błędy).</w:t>
            </w:r>
          </w:p>
        </w:tc>
      </w:tr>
    </w:tbl>
    <w:p w14:paraId="2AA98588" w14:textId="77777777" w:rsidR="0085747A" w:rsidRPr="005468F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7476D1" w14:textId="77777777" w:rsidR="009F4610" w:rsidRPr="005468F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468F9">
        <w:rPr>
          <w:rFonts w:ascii="Corbel" w:hAnsi="Corbel"/>
          <w:b/>
          <w:sz w:val="24"/>
          <w:szCs w:val="24"/>
        </w:rPr>
        <w:t xml:space="preserve">5. </w:t>
      </w:r>
      <w:r w:rsidR="00C61DC5" w:rsidRPr="005468F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FF038C" w14:textId="77777777" w:rsidR="0085747A" w:rsidRPr="005468F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5468F9" w14:paraId="0F978B9A" w14:textId="77777777" w:rsidTr="00515758">
        <w:tc>
          <w:tcPr>
            <w:tcW w:w="5274" w:type="dxa"/>
            <w:vAlign w:val="center"/>
          </w:tcPr>
          <w:p w14:paraId="4C37E09C" w14:textId="77777777" w:rsidR="0085747A" w:rsidRPr="005468F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468F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468F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468F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16B096D8" w14:textId="77777777" w:rsidR="0085747A" w:rsidRPr="005468F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468F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468F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468F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468F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B3ABB" w:rsidRPr="005468F9" w14:paraId="49C3EF91" w14:textId="77777777" w:rsidTr="00515758">
        <w:tc>
          <w:tcPr>
            <w:tcW w:w="5274" w:type="dxa"/>
          </w:tcPr>
          <w:p w14:paraId="43D35016" w14:textId="3139B589" w:rsidR="007B3ABB" w:rsidRPr="005468F9" w:rsidRDefault="007B3ABB" w:rsidP="007B3A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246" w:type="dxa"/>
          </w:tcPr>
          <w:p w14:paraId="1CB43E3A" w14:textId="22897F61" w:rsidR="007B3ABB" w:rsidRPr="005468F9" w:rsidRDefault="007B3ABB" w:rsidP="005157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B3ABB" w:rsidRPr="005468F9" w14:paraId="203D7CCB" w14:textId="77777777" w:rsidTr="00515758">
        <w:tc>
          <w:tcPr>
            <w:tcW w:w="5274" w:type="dxa"/>
          </w:tcPr>
          <w:p w14:paraId="5699889F" w14:textId="77777777" w:rsidR="007B3ABB" w:rsidRPr="005468F9" w:rsidRDefault="007B3ABB" w:rsidP="007B3A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7BB2C778" w14:textId="2E3A73DA" w:rsidR="007B3ABB" w:rsidRPr="005468F9" w:rsidRDefault="007B3ABB" w:rsidP="007B3A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- udział w konsultacjach</w:t>
            </w:r>
          </w:p>
        </w:tc>
        <w:tc>
          <w:tcPr>
            <w:tcW w:w="4246" w:type="dxa"/>
          </w:tcPr>
          <w:p w14:paraId="39DBFDD3" w14:textId="77777777" w:rsidR="007B3ABB" w:rsidRPr="005468F9" w:rsidRDefault="007B3ABB" w:rsidP="007B3A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49B2DEC" w14:textId="47A5555A" w:rsidR="007B3ABB" w:rsidRPr="005468F9" w:rsidRDefault="007B3ABB" w:rsidP="007B3A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B3ABB" w:rsidRPr="005468F9" w14:paraId="05C7422B" w14:textId="77777777" w:rsidTr="00515758">
        <w:tc>
          <w:tcPr>
            <w:tcW w:w="5274" w:type="dxa"/>
          </w:tcPr>
          <w:p w14:paraId="1A1B1C85" w14:textId="77777777" w:rsidR="007B3ABB" w:rsidRPr="005468F9" w:rsidRDefault="007B3ABB" w:rsidP="007B3A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D21D237" w14:textId="1046E56D" w:rsidR="007B3ABB" w:rsidRPr="005468F9" w:rsidRDefault="007B3ABB" w:rsidP="007B3A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14:paraId="16F16154" w14:textId="549FC49F" w:rsidR="002B0117" w:rsidRPr="005468F9" w:rsidRDefault="002B0117" w:rsidP="007B3A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14:paraId="1DF76429" w14:textId="358A4ECA" w:rsidR="007B3ABB" w:rsidRPr="005468F9" w:rsidRDefault="007B3ABB" w:rsidP="007B3A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246" w:type="dxa"/>
          </w:tcPr>
          <w:p w14:paraId="1A5D2A63" w14:textId="77777777" w:rsidR="001D1082" w:rsidRDefault="001D1082" w:rsidP="005157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0ABA133" w14:textId="60B1A6E9" w:rsidR="007B3ABB" w:rsidRPr="005468F9" w:rsidRDefault="001D1082" w:rsidP="007B3A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  <w:p w14:paraId="31425B3F" w14:textId="3A8BFA7D" w:rsidR="007B3ABB" w:rsidRPr="005468F9" w:rsidRDefault="001D1082" w:rsidP="007B3A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6CA3104" w14:textId="48B19BC5" w:rsidR="002B0117" w:rsidRPr="005468F9" w:rsidRDefault="001D1082" w:rsidP="007B3A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B3ABB" w:rsidRPr="005468F9" w14:paraId="7190EA22" w14:textId="77777777" w:rsidTr="00515758">
        <w:tc>
          <w:tcPr>
            <w:tcW w:w="5274" w:type="dxa"/>
          </w:tcPr>
          <w:p w14:paraId="48422BAF" w14:textId="61548E85" w:rsidR="007B3ABB" w:rsidRPr="005468F9" w:rsidRDefault="007B3ABB" w:rsidP="007B3A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68F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2D92BE07" w14:textId="7A5F8404" w:rsidR="007B3ABB" w:rsidRPr="005468F9" w:rsidRDefault="001D1082" w:rsidP="007B3A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7B3ABB" w:rsidRPr="005468F9" w14:paraId="5083036E" w14:textId="77777777" w:rsidTr="00515758">
        <w:tc>
          <w:tcPr>
            <w:tcW w:w="5274" w:type="dxa"/>
          </w:tcPr>
          <w:p w14:paraId="5F730127" w14:textId="3C35E776" w:rsidR="007B3ABB" w:rsidRPr="005468F9" w:rsidRDefault="007B3ABB" w:rsidP="007B3AB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468F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5A001719" w14:textId="1C60521C" w:rsidR="007B3ABB" w:rsidRPr="005468F9" w:rsidRDefault="001D1082" w:rsidP="007B3A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D277BA3" w14:textId="77777777" w:rsidR="0085747A" w:rsidRPr="005468F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468F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468F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EBEEC89" w14:textId="77777777" w:rsidR="003E1941" w:rsidRPr="005468F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85392E" w14:textId="77777777" w:rsidR="0085747A" w:rsidRPr="005468F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468F9">
        <w:rPr>
          <w:rFonts w:ascii="Corbel" w:hAnsi="Corbel"/>
          <w:smallCaps w:val="0"/>
          <w:szCs w:val="24"/>
        </w:rPr>
        <w:t xml:space="preserve">6. </w:t>
      </w:r>
      <w:r w:rsidR="0085747A" w:rsidRPr="005468F9">
        <w:rPr>
          <w:rFonts w:ascii="Corbel" w:hAnsi="Corbel"/>
          <w:smallCaps w:val="0"/>
          <w:szCs w:val="24"/>
        </w:rPr>
        <w:t>PRAKTYKI ZAWO</w:t>
      </w:r>
      <w:r w:rsidR="009D3F3B" w:rsidRPr="005468F9">
        <w:rPr>
          <w:rFonts w:ascii="Corbel" w:hAnsi="Corbel"/>
          <w:smallCaps w:val="0"/>
          <w:szCs w:val="24"/>
        </w:rPr>
        <w:t>DOWE W RAMACH PRZEDMIOTU</w:t>
      </w:r>
    </w:p>
    <w:p w14:paraId="7AEF8BD3" w14:textId="77777777" w:rsidR="0085747A" w:rsidRPr="005468F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3373"/>
      </w:tblGrid>
      <w:tr w:rsidR="0085747A" w:rsidRPr="005468F9" w14:paraId="433670D0" w14:textId="77777777" w:rsidTr="00515758">
        <w:trPr>
          <w:trHeight w:val="397"/>
        </w:trPr>
        <w:tc>
          <w:tcPr>
            <w:tcW w:w="4140" w:type="dxa"/>
          </w:tcPr>
          <w:p w14:paraId="52D41011" w14:textId="77777777" w:rsidR="0085747A" w:rsidRPr="005468F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373" w:type="dxa"/>
          </w:tcPr>
          <w:p w14:paraId="2C79441A" w14:textId="7A44F36A" w:rsidR="0085747A" w:rsidRPr="005468F9" w:rsidRDefault="00FC017D" w:rsidP="00FC01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468F9" w14:paraId="34A32D56" w14:textId="77777777" w:rsidTr="00515758">
        <w:trPr>
          <w:trHeight w:val="397"/>
        </w:trPr>
        <w:tc>
          <w:tcPr>
            <w:tcW w:w="4140" w:type="dxa"/>
          </w:tcPr>
          <w:p w14:paraId="1A92AD76" w14:textId="77777777" w:rsidR="0085747A" w:rsidRPr="005468F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373" w:type="dxa"/>
          </w:tcPr>
          <w:p w14:paraId="08154FCD" w14:textId="6F3850CE" w:rsidR="0085747A" w:rsidRPr="005468F9" w:rsidRDefault="00FC017D" w:rsidP="00FC01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30F091E" w14:textId="77777777" w:rsidR="003E1941" w:rsidRPr="005468F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DDABAD" w14:textId="77777777" w:rsidR="0085747A" w:rsidRPr="005468F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468F9">
        <w:rPr>
          <w:rFonts w:ascii="Corbel" w:hAnsi="Corbel"/>
          <w:smallCaps w:val="0"/>
          <w:szCs w:val="24"/>
        </w:rPr>
        <w:t xml:space="preserve">7. </w:t>
      </w:r>
      <w:r w:rsidR="0085747A" w:rsidRPr="005468F9">
        <w:rPr>
          <w:rFonts w:ascii="Corbel" w:hAnsi="Corbel"/>
          <w:smallCaps w:val="0"/>
          <w:szCs w:val="24"/>
        </w:rPr>
        <w:t>LITERATURA</w:t>
      </w:r>
      <w:r w:rsidRPr="005468F9">
        <w:rPr>
          <w:rFonts w:ascii="Corbel" w:hAnsi="Corbel"/>
          <w:smallCaps w:val="0"/>
          <w:szCs w:val="24"/>
        </w:rPr>
        <w:t xml:space="preserve"> </w:t>
      </w:r>
    </w:p>
    <w:p w14:paraId="2D0FD55B" w14:textId="77777777" w:rsidR="00675843" w:rsidRPr="005468F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468F9" w14:paraId="5A3CA7E5" w14:textId="77777777" w:rsidTr="00E95A1B">
        <w:trPr>
          <w:trHeight w:val="397"/>
        </w:trPr>
        <w:tc>
          <w:tcPr>
            <w:tcW w:w="5000" w:type="pct"/>
          </w:tcPr>
          <w:p w14:paraId="32BD9FB8" w14:textId="43A3BC97" w:rsidR="00822D78" w:rsidRPr="00515758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5468F9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  <w:r w:rsidR="003A24F9" w:rsidRPr="005468F9"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</w:p>
          <w:p w14:paraId="1D5056CE" w14:textId="2B5C7E5B" w:rsidR="003A24F9" w:rsidRPr="005468F9" w:rsidRDefault="003A24F9" w:rsidP="003A24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>Clark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 D.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>A., Beck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T. 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(2018). </w:t>
            </w:r>
            <w:r w:rsidRPr="005468F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Zaburzenia lękowe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 Kraków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>yd. Uniwersytet Jagielloński</w:t>
            </w:r>
            <w:r w:rsidR="00822D78" w:rsidRPr="005468F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94B72D0" w14:textId="6D83D401" w:rsidR="003A24F9" w:rsidRPr="005468F9" w:rsidRDefault="003A24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Klasyfikacja ICD-10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 (1998)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 Warszawa: Versalius</w:t>
            </w:r>
            <w:r w:rsidR="00822D78" w:rsidRPr="005468F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DB0749F" w14:textId="51E46DF7" w:rsidR="0085747A" w:rsidRPr="005468F9" w:rsidRDefault="003A24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>Popiel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 A. Pragłowska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 E. 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(2008). </w:t>
            </w:r>
            <w:r w:rsidRPr="005468F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Psychoterapia poznawczo-behawioralna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 Warszawa: 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>yd. Paradygmat</w:t>
            </w:r>
            <w:r w:rsidR="00822D78" w:rsidRPr="005468F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5DF0E5" w14:textId="0B910F75" w:rsidR="003A24F9" w:rsidRPr="005468F9" w:rsidRDefault="003A24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>Rachman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 S. 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(2005). </w:t>
            </w:r>
            <w:r w:rsidRPr="005468F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Zaburzenia lękowe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 Gdańsk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>: W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>yd. GWP</w:t>
            </w:r>
            <w:r w:rsidR="00822D78" w:rsidRPr="005468F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BD73850" w14:textId="1668387C" w:rsidR="003A24F9" w:rsidRPr="005468F9" w:rsidRDefault="003A24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>Schab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 L.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(2017). </w:t>
            </w:r>
            <w:r w:rsidRPr="005468F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Lęk i zamartwianie się u nastolatków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 Kraków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>yd. Uniwersytet Jagielloński</w:t>
            </w:r>
            <w:r w:rsidR="00822D78" w:rsidRPr="005468F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FAFAB48" w14:textId="704867B6" w:rsidR="003A24F9" w:rsidRPr="005468F9" w:rsidRDefault="003A24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>Wells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 A. 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(2010). </w:t>
            </w:r>
            <w:r w:rsidRPr="005468F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Terapia poznawcza zaburzeń lękowych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. Kraków: 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>yd. Uniwersytet Jagielloński</w:t>
            </w:r>
            <w:r w:rsidR="00822D78" w:rsidRPr="005468F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378BECD" w14:textId="1441719E" w:rsidR="003A24F9" w:rsidRPr="005468F9" w:rsidRDefault="003A24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5468F9" w14:paraId="38C13CF2" w14:textId="77777777" w:rsidTr="00E95A1B">
        <w:trPr>
          <w:trHeight w:val="397"/>
        </w:trPr>
        <w:tc>
          <w:tcPr>
            <w:tcW w:w="5000" w:type="pct"/>
          </w:tcPr>
          <w:p w14:paraId="4F20D05D" w14:textId="7B86D1A1" w:rsidR="00822D78" w:rsidRPr="00515758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5468F9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704E5CAA" w14:textId="77777777" w:rsidR="003A24F9" w:rsidRDefault="003A24F9" w:rsidP="00E95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68F9">
              <w:rPr>
                <w:rFonts w:ascii="Corbel" w:hAnsi="Corbel"/>
                <w:b w:val="0"/>
                <w:smallCaps w:val="0"/>
                <w:szCs w:val="24"/>
              </w:rPr>
              <w:t>Stallard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 (2006).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468F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Czujesz tak</w:t>
            </w:r>
            <w:r w:rsidR="002B0117" w:rsidRPr="005468F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,</w:t>
            </w:r>
            <w:r w:rsidRPr="005468F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jak myślisz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 Poznań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5468F9">
              <w:rPr>
                <w:rFonts w:ascii="Corbel" w:hAnsi="Corbel"/>
                <w:b w:val="0"/>
                <w:smallCaps w:val="0"/>
                <w:szCs w:val="24"/>
              </w:rPr>
              <w:t>yd. Zysk i S-ka</w:t>
            </w:r>
            <w:r w:rsidR="002B0117" w:rsidRPr="005468F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401EBD5" w14:textId="6E091621" w:rsidR="00515758" w:rsidRPr="005468F9" w:rsidRDefault="00515758" w:rsidP="00E95A1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684BDF56" w14:textId="77777777" w:rsidR="0085747A" w:rsidRPr="005468F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C6139C" w14:textId="77777777" w:rsidR="0085747A" w:rsidRPr="005468F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468F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468F9" w:rsidSect="009F733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6F6813" w14:textId="77777777" w:rsidR="009F7336" w:rsidRDefault="009F7336" w:rsidP="00C16ABF">
      <w:pPr>
        <w:spacing w:after="0" w:line="240" w:lineRule="auto"/>
      </w:pPr>
      <w:r>
        <w:separator/>
      </w:r>
    </w:p>
  </w:endnote>
  <w:endnote w:type="continuationSeparator" w:id="0">
    <w:p w14:paraId="0FC987E5" w14:textId="77777777" w:rsidR="009F7336" w:rsidRDefault="009F73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8BC440" w14:textId="77777777" w:rsidR="009F7336" w:rsidRDefault="009F7336" w:rsidP="00C16ABF">
      <w:pPr>
        <w:spacing w:after="0" w:line="240" w:lineRule="auto"/>
      </w:pPr>
      <w:r>
        <w:separator/>
      </w:r>
    </w:p>
  </w:footnote>
  <w:footnote w:type="continuationSeparator" w:id="0">
    <w:p w14:paraId="5FD6B56E" w14:textId="77777777" w:rsidR="009F7336" w:rsidRDefault="009F733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786C46"/>
    <w:multiLevelType w:val="hybridMultilevel"/>
    <w:tmpl w:val="CD9A4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BB6975"/>
    <w:multiLevelType w:val="multilevel"/>
    <w:tmpl w:val="14B82A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 w16cid:durableId="1205680279">
    <w:abstractNumId w:val="0"/>
  </w:num>
  <w:num w:numId="2" w16cid:durableId="1800759368">
    <w:abstractNumId w:val="1"/>
  </w:num>
  <w:num w:numId="3" w16cid:durableId="126183392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082D"/>
    <w:rsid w:val="00042A51"/>
    <w:rsid w:val="00042D2E"/>
    <w:rsid w:val="00044C82"/>
    <w:rsid w:val="000610F8"/>
    <w:rsid w:val="00070ED6"/>
    <w:rsid w:val="000742DC"/>
    <w:rsid w:val="000848F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C05"/>
    <w:rsid w:val="00124BFF"/>
    <w:rsid w:val="0012560E"/>
    <w:rsid w:val="00127108"/>
    <w:rsid w:val="00134B13"/>
    <w:rsid w:val="00146BC0"/>
    <w:rsid w:val="00153C41"/>
    <w:rsid w:val="00154381"/>
    <w:rsid w:val="00157C35"/>
    <w:rsid w:val="001640A7"/>
    <w:rsid w:val="00164FA7"/>
    <w:rsid w:val="00166A03"/>
    <w:rsid w:val="001718A7"/>
    <w:rsid w:val="001737CF"/>
    <w:rsid w:val="00176083"/>
    <w:rsid w:val="00192F37"/>
    <w:rsid w:val="001A70D2"/>
    <w:rsid w:val="001B0A6C"/>
    <w:rsid w:val="001D1082"/>
    <w:rsid w:val="001D657B"/>
    <w:rsid w:val="001D7B54"/>
    <w:rsid w:val="001E0209"/>
    <w:rsid w:val="001F2CA2"/>
    <w:rsid w:val="00212F3B"/>
    <w:rsid w:val="002144C0"/>
    <w:rsid w:val="0022477D"/>
    <w:rsid w:val="002278A9"/>
    <w:rsid w:val="002336F9"/>
    <w:rsid w:val="0024028F"/>
    <w:rsid w:val="00244ABC"/>
    <w:rsid w:val="00264763"/>
    <w:rsid w:val="00281FF2"/>
    <w:rsid w:val="002857DE"/>
    <w:rsid w:val="00291567"/>
    <w:rsid w:val="002923FF"/>
    <w:rsid w:val="002A22BF"/>
    <w:rsid w:val="002A2389"/>
    <w:rsid w:val="002A671D"/>
    <w:rsid w:val="002B0117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398"/>
    <w:rsid w:val="003151C5"/>
    <w:rsid w:val="00322B0E"/>
    <w:rsid w:val="003343CF"/>
    <w:rsid w:val="00346FE9"/>
    <w:rsid w:val="0034759A"/>
    <w:rsid w:val="003503F6"/>
    <w:rsid w:val="003530DD"/>
    <w:rsid w:val="00363F78"/>
    <w:rsid w:val="00384D9F"/>
    <w:rsid w:val="003A0A5B"/>
    <w:rsid w:val="003A1176"/>
    <w:rsid w:val="003A24F9"/>
    <w:rsid w:val="003C0BAE"/>
    <w:rsid w:val="003D18A9"/>
    <w:rsid w:val="003D6CE2"/>
    <w:rsid w:val="003E1941"/>
    <w:rsid w:val="003E2FE6"/>
    <w:rsid w:val="003E49D5"/>
    <w:rsid w:val="003F205D"/>
    <w:rsid w:val="003F38C0"/>
    <w:rsid w:val="00400D36"/>
    <w:rsid w:val="00414E3C"/>
    <w:rsid w:val="00416270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2E1"/>
    <w:rsid w:val="0047598D"/>
    <w:rsid w:val="004840FD"/>
    <w:rsid w:val="00490F7D"/>
    <w:rsid w:val="00491678"/>
    <w:rsid w:val="004968E2"/>
    <w:rsid w:val="004A3EEA"/>
    <w:rsid w:val="004A4D1F"/>
    <w:rsid w:val="004A5349"/>
    <w:rsid w:val="004C70CC"/>
    <w:rsid w:val="004D5282"/>
    <w:rsid w:val="004F1551"/>
    <w:rsid w:val="004F55A3"/>
    <w:rsid w:val="00503320"/>
    <w:rsid w:val="0050496F"/>
    <w:rsid w:val="00506D1E"/>
    <w:rsid w:val="00513B6F"/>
    <w:rsid w:val="00515758"/>
    <w:rsid w:val="00517C63"/>
    <w:rsid w:val="00522CE4"/>
    <w:rsid w:val="005363C4"/>
    <w:rsid w:val="00536BDE"/>
    <w:rsid w:val="00543ACC"/>
    <w:rsid w:val="005468F9"/>
    <w:rsid w:val="0056696D"/>
    <w:rsid w:val="00583FEC"/>
    <w:rsid w:val="00586EE2"/>
    <w:rsid w:val="0059484D"/>
    <w:rsid w:val="005A0855"/>
    <w:rsid w:val="005A133C"/>
    <w:rsid w:val="005A2745"/>
    <w:rsid w:val="005A3196"/>
    <w:rsid w:val="005B7AD6"/>
    <w:rsid w:val="005C080F"/>
    <w:rsid w:val="005C265A"/>
    <w:rsid w:val="005C55E5"/>
    <w:rsid w:val="005C696A"/>
    <w:rsid w:val="005D0E05"/>
    <w:rsid w:val="005E6E85"/>
    <w:rsid w:val="005F31D2"/>
    <w:rsid w:val="0061029B"/>
    <w:rsid w:val="00617230"/>
    <w:rsid w:val="00621CE1"/>
    <w:rsid w:val="006225F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4BD"/>
    <w:rsid w:val="00706544"/>
    <w:rsid w:val="007072BA"/>
    <w:rsid w:val="00713AAA"/>
    <w:rsid w:val="0071620A"/>
    <w:rsid w:val="00724677"/>
    <w:rsid w:val="00725459"/>
    <w:rsid w:val="007327BD"/>
    <w:rsid w:val="00734608"/>
    <w:rsid w:val="00734FDE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ABB"/>
    <w:rsid w:val="007C3299"/>
    <w:rsid w:val="007C3BCC"/>
    <w:rsid w:val="007C4546"/>
    <w:rsid w:val="007D6E56"/>
    <w:rsid w:val="007F4155"/>
    <w:rsid w:val="0081554D"/>
    <w:rsid w:val="0081707E"/>
    <w:rsid w:val="00822D78"/>
    <w:rsid w:val="008449B3"/>
    <w:rsid w:val="008552A2"/>
    <w:rsid w:val="0085747A"/>
    <w:rsid w:val="00884922"/>
    <w:rsid w:val="00885F64"/>
    <w:rsid w:val="008917F9"/>
    <w:rsid w:val="008954FD"/>
    <w:rsid w:val="008A45F7"/>
    <w:rsid w:val="008C0CC0"/>
    <w:rsid w:val="008C19A9"/>
    <w:rsid w:val="008C22BD"/>
    <w:rsid w:val="008C379D"/>
    <w:rsid w:val="008C390E"/>
    <w:rsid w:val="008C5147"/>
    <w:rsid w:val="008C5359"/>
    <w:rsid w:val="008C5363"/>
    <w:rsid w:val="008D3DFB"/>
    <w:rsid w:val="008E64F4"/>
    <w:rsid w:val="008F12C9"/>
    <w:rsid w:val="008F6E29"/>
    <w:rsid w:val="00916188"/>
    <w:rsid w:val="009204C4"/>
    <w:rsid w:val="00923D7D"/>
    <w:rsid w:val="00942920"/>
    <w:rsid w:val="009508DF"/>
    <w:rsid w:val="00950DAC"/>
    <w:rsid w:val="00954A07"/>
    <w:rsid w:val="00980F7B"/>
    <w:rsid w:val="00997F14"/>
    <w:rsid w:val="009A78D9"/>
    <w:rsid w:val="009C1F63"/>
    <w:rsid w:val="009C3E31"/>
    <w:rsid w:val="009C54AE"/>
    <w:rsid w:val="009C788E"/>
    <w:rsid w:val="009D31FF"/>
    <w:rsid w:val="009D3F3B"/>
    <w:rsid w:val="009E0543"/>
    <w:rsid w:val="009E3B41"/>
    <w:rsid w:val="009F3C5C"/>
    <w:rsid w:val="009F4610"/>
    <w:rsid w:val="009F7336"/>
    <w:rsid w:val="00A00ECC"/>
    <w:rsid w:val="00A155EE"/>
    <w:rsid w:val="00A21153"/>
    <w:rsid w:val="00A2245B"/>
    <w:rsid w:val="00A30110"/>
    <w:rsid w:val="00A36899"/>
    <w:rsid w:val="00A371F6"/>
    <w:rsid w:val="00A43BF6"/>
    <w:rsid w:val="00A4518B"/>
    <w:rsid w:val="00A53FA5"/>
    <w:rsid w:val="00A54817"/>
    <w:rsid w:val="00A601C8"/>
    <w:rsid w:val="00A60799"/>
    <w:rsid w:val="00A84C85"/>
    <w:rsid w:val="00A97DE1"/>
    <w:rsid w:val="00AB053C"/>
    <w:rsid w:val="00AC727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E77"/>
    <w:rsid w:val="00B3130B"/>
    <w:rsid w:val="00B33104"/>
    <w:rsid w:val="00B40ADB"/>
    <w:rsid w:val="00B43B77"/>
    <w:rsid w:val="00B43E80"/>
    <w:rsid w:val="00B45D92"/>
    <w:rsid w:val="00B607DB"/>
    <w:rsid w:val="00B66529"/>
    <w:rsid w:val="00B75946"/>
    <w:rsid w:val="00B8056E"/>
    <w:rsid w:val="00B819C8"/>
    <w:rsid w:val="00B82308"/>
    <w:rsid w:val="00B826D0"/>
    <w:rsid w:val="00B83CAD"/>
    <w:rsid w:val="00B90885"/>
    <w:rsid w:val="00BB520A"/>
    <w:rsid w:val="00BD0FF5"/>
    <w:rsid w:val="00BD3869"/>
    <w:rsid w:val="00BD66E9"/>
    <w:rsid w:val="00BD6FF4"/>
    <w:rsid w:val="00BF2C41"/>
    <w:rsid w:val="00BF543A"/>
    <w:rsid w:val="00C058B4"/>
    <w:rsid w:val="00C05F44"/>
    <w:rsid w:val="00C131B5"/>
    <w:rsid w:val="00C16ABF"/>
    <w:rsid w:val="00C170AE"/>
    <w:rsid w:val="00C17142"/>
    <w:rsid w:val="00C26CB7"/>
    <w:rsid w:val="00C3184F"/>
    <w:rsid w:val="00C324C1"/>
    <w:rsid w:val="00C36992"/>
    <w:rsid w:val="00C5168E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0B1"/>
    <w:rsid w:val="00D0648C"/>
    <w:rsid w:val="00D10B50"/>
    <w:rsid w:val="00D15520"/>
    <w:rsid w:val="00D17C3C"/>
    <w:rsid w:val="00D258D3"/>
    <w:rsid w:val="00D26B2C"/>
    <w:rsid w:val="00D352C9"/>
    <w:rsid w:val="00D425B2"/>
    <w:rsid w:val="00D428D6"/>
    <w:rsid w:val="00D44728"/>
    <w:rsid w:val="00D552B2"/>
    <w:rsid w:val="00D608D1"/>
    <w:rsid w:val="00D70623"/>
    <w:rsid w:val="00D74119"/>
    <w:rsid w:val="00D8075B"/>
    <w:rsid w:val="00D8678B"/>
    <w:rsid w:val="00DA2114"/>
    <w:rsid w:val="00DB4FBC"/>
    <w:rsid w:val="00DC38A3"/>
    <w:rsid w:val="00DD0D0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036E"/>
    <w:rsid w:val="00E8107D"/>
    <w:rsid w:val="00E95A1B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3C8F"/>
    <w:rsid w:val="00F070AB"/>
    <w:rsid w:val="00F17567"/>
    <w:rsid w:val="00F27A7B"/>
    <w:rsid w:val="00F42C72"/>
    <w:rsid w:val="00F526AF"/>
    <w:rsid w:val="00F617C3"/>
    <w:rsid w:val="00F7066B"/>
    <w:rsid w:val="00F80745"/>
    <w:rsid w:val="00F83B28"/>
    <w:rsid w:val="00F974DA"/>
    <w:rsid w:val="00FA46E5"/>
    <w:rsid w:val="00FB7DBA"/>
    <w:rsid w:val="00FC017D"/>
    <w:rsid w:val="00FC1C25"/>
    <w:rsid w:val="00FC1FB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95EC1"/>
  <w15:docId w15:val="{02C8DCBE-F40F-4D95-A9B8-CD10CF97D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48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48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48F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48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48F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9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4EFFF-532B-4164-9AF8-C7B4542A9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857</Words>
  <Characters>5143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Wańczyk-Welc</cp:lastModifiedBy>
  <cp:revision>3</cp:revision>
  <cp:lastPrinted>2019-02-06T12:12:00Z</cp:lastPrinted>
  <dcterms:created xsi:type="dcterms:W3CDTF">2024-04-24T15:44:00Z</dcterms:created>
  <dcterms:modified xsi:type="dcterms:W3CDTF">2024-04-24T23:50:00Z</dcterms:modified>
</cp:coreProperties>
</file>